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7934545E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6795A537" w14:textId="46DB5435" w:rsidR="00F6783B" w:rsidRPr="004467E4" w:rsidRDefault="00F6783B" w:rsidP="00F6783B">
      <w:pPr>
        <w:rPr>
          <w:rFonts w:ascii="Calibri" w:hAnsi="Calibri" w:cs="Calibri"/>
        </w:rPr>
      </w:pPr>
    </w:p>
    <w:p w14:paraId="09B0E3D7" w14:textId="2BFFC2CC" w:rsidR="003E3214" w:rsidRPr="004467E4" w:rsidRDefault="003E3214" w:rsidP="003E3214">
      <w:pPr>
        <w:jc w:val="right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Anexa </w:t>
      </w:r>
      <w:r w:rsidR="00A54D31" w:rsidRPr="004467E4">
        <w:rPr>
          <w:rFonts w:ascii="Calibri" w:hAnsi="Calibri" w:cs="Calibri"/>
        </w:rPr>
        <w:t>17</w:t>
      </w:r>
      <w:r w:rsidRPr="004467E4">
        <w:rPr>
          <w:rFonts w:ascii="Calibri" w:hAnsi="Calibri" w:cs="Calibri"/>
        </w:rPr>
        <w:t xml:space="preserve"> </w:t>
      </w:r>
    </w:p>
    <w:p w14:paraId="673A58C2" w14:textId="446BECB5" w:rsidR="00F6783B" w:rsidRPr="004467E4" w:rsidRDefault="00F6783B" w:rsidP="003E3214">
      <w:pPr>
        <w:jc w:val="right"/>
        <w:rPr>
          <w:rFonts w:ascii="Calibri" w:hAnsi="Calibri" w:cs="Calibri"/>
        </w:rPr>
      </w:pPr>
    </w:p>
    <w:p w14:paraId="7B64BA9C" w14:textId="6257F139" w:rsidR="00F6783B" w:rsidRPr="004467E4" w:rsidRDefault="00F6783B" w:rsidP="00F6783B">
      <w:pPr>
        <w:rPr>
          <w:rFonts w:ascii="Calibri" w:hAnsi="Calibri" w:cs="Calibri"/>
        </w:rPr>
      </w:pPr>
    </w:p>
    <w:p w14:paraId="62CE0FF7" w14:textId="77777777" w:rsidR="00F6783B" w:rsidRPr="004467E4" w:rsidRDefault="00F6783B" w:rsidP="00F6783B">
      <w:pPr>
        <w:rPr>
          <w:rFonts w:ascii="Calibri" w:hAnsi="Calibri" w:cs="Calibri"/>
        </w:rPr>
      </w:pPr>
    </w:p>
    <w:p w14:paraId="72F00D9D" w14:textId="77777777" w:rsidR="00F6783B" w:rsidRPr="004467E4" w:rsidRDefault="00F6783B" w:rsidP="00F6783B">
      <w:pPr>
        <w:rPr>
          <w:rFonts w:ascii="Calibri" w:hAnsi="Calibri" w:cs="Calibri"/>
        </w:rPr>
      </w:pPr>
    </w:p>
    <w:p w14:paraId="7E4729AE" w14:textId="77777777" w:rsidR="00F6783B" w:rsidRPr="004467E4" w:rsidRDefault="00F6783B" w:rsidP="00F6783B">
      <w:pPr>
        <w:jc w:val="center"/>
        <w:rPr>
          <w:rFonts w:ascii="Calibri" w:hAnsi="Calibri" w:cs="Calibri"/>
          <w:b/>
        </w:rPr>
      </w:pPr>
      <w:r w:rsidRPr="004467E4">
        <w:rPr>
          <w:rFonts w:ascii="Calibri" w:hAnsi="Calibri" w:cs="Calibri"/>
          <w:b/>
        </w:rPr>
        <w:t>PROGRAMUL „REGIUNEA CENTRU” 2021 – 2027</w:t>
      </w:r>
    </w:p>
    <w:p w14:paraId="0B16FCEA" w14:textId="77777777" w:rsidR="00F6783B" w:rsidRPr="004467E4" w:rsidRDefault="00F6783B" w:rsidP="00F6783B">
      <w:pPr>
        <w:jc w:val="right"/>
        <w:rPr>
          <w:rFonts w:ascii="Calibri" w:hAnsi="Calibri" w:cs="Calibri"/>
        </w:rPr>
      </w:pPr>
    </w:p>
    <w:p w14:paraId="0BF14480" w14:textId="77777777" w:rsidR="00F6783B" w:rsidRPr="004467E4" w:rsidRDefault="00F6783B" w:rsidP="00F6783B">
      <w:pPr>
        <w:rPr>
          <w:rFonts w:ascii="Calibri" w:hAnsi="Calibri" w:cs="Calibri"/>
        </w:rPr>
      </w:pPr>
    </w:p>
    <w:p w14:paraId="63DA4022" w14:textId="77777777" w:rsidR="00F6783B" w:rsidRPr="004467E4" w:rsidRDefault="00F6783B" w:rsidP="00F6783B">
      <w:pPr>
        <w:jc w:val="center"/>
        <w:rPr>
          <w:rFonts w:ascii="Calibri" w:hAnsi="Calibri" w:cs="Calibri"/>
          <w:b/>
        </w:rPr>
      </w:pPr>
      <w:r w:rsidRPr="004467E4">
        <w:rPr>
          <w:rFonts w:ascii="Calibri" w:hAnsi="Calibri" w:cs="Calibri"/>
          <w:b/>
        </w:rPr>
        <w:t>PLANUL DE MONITORIZARE AL</w:t>
      </w:r>
    </w:p>
    <w:p w14:paraId="41DD8B69" w14:textId="0C098259" w:rsidR="00F6783B" w:rsidRPr="004467E4" w:rsidRDefault="00F6783B" w:rsidP="00F6783B">
      <w:pPr>
        <w:jc w:val="center"/>
        <w:rPr>
          <w:rFonts w:ascii="Calibri" w:hAnsi="Calibri" w:cs="Calibri"/>
          <w:b/>
        </w:rPr>
      </w:pPr>
      <w:r w:rsidRPr="004467E4">
        <w:rPr>
          <w:rFonts w:ascii="Calibri" w:hAnsi="Calibri" w:cs="Calibri"/>
          <w:b/>
        </w:rPr>
        <w:t xml:space="preserve"> PROIECTULUI</w:t>
      </w:r>
    </w:p>
    <w:p w14:paraId="6B3A1BBA" w14:textId="77777777" w:rsidR="00F6783B" w:rsidRPr="004467E4" w:rsidRDefault="00F6783B" w:rsidP="00F6783B">
      <w:pPr>
        <w:jc w:val="center"/>
        <w:rPr>
          <w:rFonts w:ascii="Calibri" w:hAnsi="Calibri" w:cs="Calibri"/>
          <w:b/>
        </w:rPr>
      </w:pPr>
    </w:p>
    <w:p w14:paraId="2F468D95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40B24CE5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7CC5F7E1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Pr="004467E4" w:rsidRDefault="00F6783B" w:rsidP="00F6783B">
      <w:pPr>
        <w:rPr>
          <w:rFonts w:ascii="Calibri" w:hAnsi="Calibri" w:cs="Calibri"/>
          <w:b/>
        </w:rPr>
      </w:pPr>
    </w:p>
    <w:p w14:paraId="3F8E4096" w14:textId="77777777" w:rsidR="00F6783B" w:rsidRPr="004467E4" w:rsidRDefault="00F6783B" w:rsidP="00F6783B">
      <w:pPr>
        <w:jc w:val="center"/>
        <w:rPr>
          <w:rFonts w:ascii="Calibri" w:hAnsi="Calibri" w:cs="Calibri"/>
          <w:b/>
        </w:rPr>
      </w:pPr>
      <w:r w:rsidRPr="004467E4">
        <w:rPr>
          <w:rFonts w:ascii="Calibri" w:hAnsi="Calibri" w:cs="Calibri"/>
          <w:b/>
        </w:rPr>
        <w:t>Versiunea IULIE 2023</w:t>
      </w:r>
    </w:p>
    <w:p w14:paraId="4F508066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Pr="004467E4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Pr="004467E4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4467E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</w:rPr>
            </w:pPr>
            <w:r w:rsidRPr="004467E4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Termen de realizare</w:t>
            </w:r>
          </w:p>
          <w:p w14:paraId="7B9A6C1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467E4">
              <w:rPr>
                <w:rFonts w:ascii="Calibri" w:hAnsi="Calibri" w:cs="Calibri"/>
                <w:b/>
                <w:bCs/>
              </w:rPr>
              <w:t>Ținta finala indicator de realizare/ rezultat</w:t>
            </w:r>
          </w:p>
        </w:tc>
      </w:tr>
      <w:tr w:rsidR="00F6783B" w:rsidRPr="004467E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09523A7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469B6A89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1C58B2D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34A96DC6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4AEEB36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</w:t>
            </w:r>
          </w:p>
          <w:p w14:paraId="11D16F9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către beneficiar, dar nu mai tarziu de:</w:t>
            </w:r>
          </w:p>
          <w:p w14:paraId="3E8BF9D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4467E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Stadiu</w:t>
            </w:r>
          </w:p>
          <w:p w14:paraId="04771FF9" w14:textId="77777777" w:rsidR="00F6783B" w:rsidRPr="004467E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financiar de</w:t>
            </w:r>
          </w:p>
          <w:p w14:paraId="691238A8" w14:textId="77777777" w:rsidR="00F6783B" w:rsidRPr="004467E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minim 25% din</w:t>
            </w:r>
          </w:p>
          <w:p w14:paraId="7B147921" w14:textId="77777777" w:rsidR="00F6783B" w:rsidRPr="004467E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beneficiar, dar nu mai tarziu de:</w:t>
            </w:r>
          </w:p>
          <w:p w14:paraId="02C05CE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4467E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Stadiu</w:t>
            </w:r>
          </w:p>
          <w:p w14:paraId="53E48445" w14:textId="77777777" w:rsidR="00F6783B" w:rsidRPr="004467E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financiar de</w:t>
            </w:r>
          </w:p>
          <w:p w14:paraId="00B321EA" w14:textId="77777777" w:rsidR="00F6783B" w:rsidRPr="004467E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minim 75% din</w:t>
            </w:r>
          </w:p>
          <w:p w14:paraId="7328AF20" w14:textId="77777777" w:rsidR="00F6783B" w:rsidRPr="004467E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beneficiar, dar nu mai tarziu de:</w:t>
            </w:r>
          </w:p>
          <w:p w14:paraId="0A13160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F6783B" w:rsidRPr="004467E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Raportului de progres final</w:t>
            </w:r>
          </w:p>
          <w:p w14:paraId="60635013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către beneficiar</w:t>
            </w:r>
          </w:p>
        </w:tc>
      </w:tr>
      <w:tr w:rsidR="00F6783B" w:rsidRPr="004467E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Depunerea spre verificare la AM PR Centru a Raportului de progres final</w:t>
            </w:r>
          </w:p>
          <w:p w14:paraId="40F1EA01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4467E4" w:rsidRDefault="00F6783B" w:rsidP="00CE7384">
            <w:pPr>
              <w:jc w:val="both"/>
              <w:rPr>
                <w:rFonts w:ascii="Calibri" w:hAnsi="Calibri" w:cs="Calibri"/>
              </w:rPr>
            </w:pPr>
            <w:r w:rsidRPr="004467E4">
              <w:rPr>
                <w:rFonts w:ascii="Calibri" w:hAnsi="Calibri" w:cs="Calibri"/>
              </w:rPr>
              <w:t>Se va completa de către beneficiar</w:t>
            </w:r>
          </w:p>
        </w:tc>
      </w:tr>
    </w:tbl>
    <w:p w14:paraId="18D1CF0F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115D075F" w14:textId="77777777" w:rsidR="00F6783B" w:rsidRPr="004467E4" w:rsidRDefault="00F6783B" w:rsidP="00F6783B">
      <w:p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În sensul prezentei metodologii, </w:t>
      </w:r>
      <w:r w:rsidRPr="004467E4">
        <w:rPr>
          <w:rFonts w:ascii="Calibri" w:hAnsi="Calibri" w:cs="Calibri"/>
          <w:b/>
        </w:rPr>
        <w:t>indicatorii de etapă</w:t>
      </w:r>
      <w:r w:rsidRPr="004467E4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4467E4" w:rsidRDefault="00F6783B" w:rsidP="00F6783B">
      <w:p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În funcţie de natura proiectelor, indicatorii de etapă pot reprezenta: </w:t>
      </w:r>
    </w:p>
    <w:p w14:paraId="7CDECB40" w14:textId="77777777" w:rsidR="00F6783B" w:rsidRPr="004467E4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Pr="004467E4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>atingerea unor stadii de implementare sau de execuţie tehnică sau financiară prestabilite</w:t>
      </w:r>
    </w:p>
    <w:p w14:paraId="48D9EE44" w14:textId="77777777" w:rsidR="00F6783B" w:rsidRPr="004467E4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Pr="004467E4" w:rsidRDefault="00F6783B" w:rsidP="00F6783B">
      <w:p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>Planul de monitorizare al proiectului:</w:t>
      </w:r>
    </w:p>
    <w:p w14:paraId="4B6F6E03" w14:textId="77777777" w:rsidR="00F6783B" w:rsidRPr="004467E4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4467E4">
        <w:rPr>
          <w:rFonts w:ascii="Calibri" w:hAnsi="Calibri" w:cs="Calibri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4467E4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293F7606" w:rsidR="00F6783B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 xml:space="preserve">utilizarea acestuia are ca finalitate consolidarea şi eficientizarea procesului de monitorizare a proiectelor de către </w:t>
      </w:r>
      <w:proofErr w:type="spellStart"/>
      <w:r w:rsidRPr="004467E4">
        <w:rPr>
          <w:rFonts w:ascii="Calibri" w:hAnsi="Calibri" w:cs="Calibri"/>
        </w:rPr>
        <w:t>autorităţile</w:t>
      </w:r>
      <w:proofErr w:type="spellEnd"/>
      <w:r w:rsidRPr="004467E4">
        <w:rPr>
          <w:rFonts w:ascii="Calibri" w:hAnsi="Calibri" w:cs="Calibri"/>
        </w:rPr>
        <w:t xml:space="preserve"> de management.</w:t>
      </w:r>
    </w:p>
    <w:p w14:paraId="029F8AD7" w14:textId="087DC2C0" w:rsidR="004467E4" w:rsidRDefault="004467E4" w:rsidP="004467E4">
      <w:pPr>
        <w:ind w:left="720"/>
        <w:jc w:val="both"/>
        <w:rPr>
          <w:rFonts w:ascii="Calibri" w:hAnsi="Calibri" w:cs="Calibri"/>
        </w:rPr>
      </w:pPr>
    </w:p>
    <w:p w14:paraId="5BA4FA31" w14:textId="241A2BA2" w:rsidR="004467E4" w:rsidRDefault="004467E4" w:rsidP="004467E4">
      <w:pPr>
        <w:ind w:left="720"/>
        <w:jc w:val="both"/>
        <w:rPr>
          <w:rFonts w:ascii="Calibri" w:hAnsi="Calibri" w:cs="Calibri"/>
        </w:rPr>
      </w:pPr>
    </w:p>
    <w:p w14:paraId="1B08B32E" w14:textId="1B0EFF8E" w:rsidR="004467E4" w:rsidRDefault="004467E4" w:rsidP="004467E4">
      <w:pPr>
        <w:ind w:left="720"/>
        <w:jc w:val="both"/>
        <w:rPr>
          <w:rFonts w:ascii="Calibri" w:hAnsi="Calibri" w:cs="Calibri"/>
        </w:rPr>
      </w:pPr>
    </w:p>
    <w:p w14:paraId="296EA2C9" w14:textId="77777777" w:rsidR="004467E4" w:rsidRPr="004467E4" w:rsidRDefault="004467E4" w:rsidP="004467E4">
      <w:pPr>
        <w:ind w:left="720"/>
        <w:jc w:val="both"/>
        <w:rPr>
          <w:rFonts w:ascii="Calibri" w:hAnsi="Calibri" w:cs="Calibri"/>
        </w:rPr>
      </w:pPr>
      <w:bookmarkStart w:id="0" w:name="_GoBack"/>
      <w:bookmarkEnd w:id="0"/>
    </w:p>
    <w:p w14:paraId="24050B21" w14:textId="77777777" w:rsidR="00F6783B" w:rsidRPr="004467E4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4467E4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 w:rsidRPr="004467E4"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4467E4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Pr="004467E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4467E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4467E4">
        <w:rPr>
          <w:rFonts w:ascii="Calibri" w:hAnsi="Calibri" w:cs="Calibri"/>
        </w:rPr>
        <w:t>Masurile pentru neîndeplinirea indicatorilor de etapă se pot aplica gradual, conform detalierii din Condițiile specifice, anexă la contractul de finanțare.</w:t>
      </w:r>
    </w:p>
    <w:p w14:paraId="697A1877" w14:textId="77777777" w:rsidR="00F6783B" w:rsidRPr="004467E4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4467E4" w:rsidRDefault="00B94F63" w:rsidP="00F6783B"/>
    <w:sectPr w:rsidR="00B94F63" w:rsidRPr="004467E4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111486F5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4467E4">
      <w:rPr>
        <w:noProof/>
        <w:color w:val="999999"/>
        <w:sz w:val="20"/>
        <w:szCs w:val="20"/>
      </w:rPr>
      <w:t>8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4467E4">
      <w:rPr>
        <w:noProof/>
        <w:color w:val="999999"/>
        <w:sz w:val="20"/>
        <w:szCs w:val="20"/>
      </w:rPr>
      <w:t>8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467E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54D31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2761E-9CA0-4C08-982C-6D381234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8</Pages>
  <Words>1084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7640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virginia.drimbarean@por.adrcentru</cp:lastModifiedBy>
  <cp:revision>5</cp:revision>
  <cp:lastPrinted>2023-05-29T06:12:00Z</cp:lastPrinted>
  <dcterms:created xsi:type="dcterms:W3CDTF">2023-07-07T10:35:00Z</dcterms:created>
  <dcterms:modified xsi:type="dcterms:W3CDTF">2023-07-13T10:37:00Z</dcterms:modified>
</cp:coreProperties>
</file>